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954" w:rsidRDefault="000D0954" w:rsidP="000D0954">
      <w:pPr>
        <w:pStyle w:val="Heading1"/>
      </w:pPr>
      <w:r>
        <w:t xml:space="preserve">Maintainable &amp; testable GUIs </w:t>
      </w:r>
    </w:p>
    <w:p w:rsidR="000D0954" w:rsidRDefault="000D0954" w:rsidP="000D0954">
      <w:pPr>
        <w:pStyle w:val="Heading2"/>
      </w:pPr>
      <w:r>
        <w:t>Sample 1 - Remarks</w:t>
      </w:r>
    </w:p>
    <w:p w:rsidR="000D0954" w:rsidRDefault="000D0954" w:rsidP="000D0954">
      <w:pPr>
        <w:pStyle w:val="ListParagraph"/>
        <w:numPr>
          <w:ilvl w:val="0"/>
          <w:numId w:val="1"/>
        </w:numPr>
      </w:pPr>
      <w:r>
        <w:t xml:space="preserve">Readability of the </w:t>
      </w:r>
      <w:r w:rsidRPr="000D0954">
        <w:rPr>
          <w:rStyle w:val="HTMLPreformattedChar"/>
        </w:rPr>
        <w:t>CreateGUI</w:t>
      </w:r>
      <w:r>
        <w:t xml:space="preserve"> function is very low.</w:t>
      </w:r>
    </w:p>
    <w:p w:rsidR="000D0954" w:rsidRDefault="000D0954" w:rsidP="000D0954">
      <w:pPr>
        <w:pStyle w:val="ListParagraph"/>
        <w:numPr>
          <w:ilvl w:val="0"/>
          <w:numId w:val="1"/>
        </w:numPr>
      </w:pPr>
      <w:r>
        <w:t>Identifying callbacks is hard.</w:t>
      </w:r>
    </w:p>
    <w:p w:rsidR="000D0954" w:rsidRDefault="000D0954" w:rsidP="000D0954">
      <w:pPr>
        <w:pStyle w:val="ListParagraph"/>
        <w:numPr>
          <w:ilvl w:val="0"/>
          <w:numId w:val="1"/>
        </w:numPr>
      </w:pPr>
      <w:r>
        <w:t>Moving fields around is very hard.</w:t>
      </w:r>
    </w:p>
    <w:p w:rsidR="000D0954" w:rsidRDefault="000D0954" w:rsidP="000D0954">
      <w:pPr>
        <w:pStyle w:val="ListParagraph"/>
        <w:numPr>
          <w:ilvl w:val="0"/>
          <w:numId w:val="1"/>
        </w:numPr>
      </w:pPr>
      <w:r>
        <w:t xml:space="preserve">Changing the </w:t>
      </w:r>
      <w:r w:rsidRPr="000D0954">
        <w:rPr>
          <w:rStyle w:val="HTMLPreformattedChar"/>
        </w:rPr>
        <w:t>CountryGotChanged</w:t>
      </w:r>
      <w:r>
        <w:t xml:space="preserve"> function is hard.</w:t>
      </w:r>
    </w:p>
    <w:p w:rsidR="000D0954" w:rsidRDefault="000D0954" w:rsidP="000D0954">
      <w:pPr>
        <w:pStyle w:val="ListParagraph"/>
        <w:numPr>
          <w:ilvl w:val="0"/>
          <w:numId w:val="1"/>
        </w:numPr>
      </w:pPr>
      <w:r>
        <w:t>Some callbacks are disruptive during debugging.</w:t>
      </w:r>
    </w:p>
    <w:p w:rsidR="000D0954" w:rsidRDefault="000D0954" w:rsidP="000D0954">
      <w:r>
        <w:t>("</w:t>
      </w:r>
      <w:r w:rsidRPr="000D0954">
        <w:rPr>
          <w:rStyle w:val="HTMLPreformattedChar"/>
        </w:rPr>
        <w:t>Configure</w:t>
      </w:r>
      <w:r>
        <w:t>", "</w:t>
      </w:r>
      <w:r w:rsidRPr="000D0954">
        <w:rPr>
          <w:rStyle w:val="HTMLPreformattedChar"/>
        </w:rPr>
        <w:t>GotFocus</w:t>
      </w:r>
      <w:r>
        <w:t>", "</w:t>
      </w:r>
      <w:r w:rsidRPr="000D0954">
        <w:rPr>
          <w:rStyle w:val="HTMLPreformattedChar"/>
        </w:rPr>
        <w:t>LostFocus</w:t>
      </w:r>
      <w:r>
        <w:t>", "</w:t>
      </w:r>
      <w:r w:rsidRPr="000D0954">
        <w:rPr>
          <w:rStyle w:val="HTMLPreformattedChar"/>
        </w:rPr>
        <w:t>KeyPress</w:t>
      </w:r>
      <w:r>
        <w:t>")</w:t>
      </w:r>
    </w:p>
    <w:p w:rsidR="000D0954" w:rsidRDefault="000D0954" w:rsidP="000D0954">
      <w:pPr>
        <w:pStyle w:val="Heading2"/>
      </w:pPr>
      <w:r>
        <w:t>Sample 1b - Remarks</w:t>
      </w:r>
    </w:p>
    <w:p w:rsidR="000D0954" w:rsidRDefault="000D0954" w:rsidP="000D0954">
      <w:r>
        <w:t xml:space="preserve">Pretty much the same as Sample 1 but with plenty of </w:t>
      </w:r>
      <w:r w:rsidRPr="000D0954">
        <w:rPr>
          <w:rStyle w:val="HTMLPreformattedChar"/>
        </w:rPr>
        <w:t>:With</w:t>
      </w:r>
      <w:r>
        <w:t xml:space="preserve"> statements.</w:t>
      </w:r>
    </w:p>
    <w:p w:rsidR="000D0954" w:rsidRDefault="000D0954" w:rsidP="000D0954">
      <w:r>
        <w:t>Although this might look attractive it has significant disadvantages:</w:t>
      </w:r>
    </w:p>
    <w:p w:rsidR="000D0954" w:rsidRDefault="000D0954" w:rsidP="000D0954">
      <w:pPr>
        <w:pStyle w:val="ListParagraph"/>
        <w:numPr>
          <w:ilvl w:val="0"/>
          <w:numId w:val="2"/>
        </w:numPr>
      </w:pPr>
      <w:r>
        <w:t>You cannot edit callbacks anymore</w:t>
      </w:r>
    </w:p>
    <w:p w:rsidR="000D0954" w:rsidRDefault="000D0954" w:rsidP="000D0954">
      <w:pPr>
        <w:pStyle w:val="ListParagraph"/>
        <w:numPr>
          <w:ilvl w:val="0"/>
          <w:numId w:val="2"/>
        </w:numPr>
      </w:pPr>
      <w:r>
        <w:t>Moving a control elsewhere can become a nightmare</w:t>
      </w:r>
    </w:p>
    <w:p w:rsidR="000D0954" w:rsidRDefault="000D0954" w:rsidP="000D0954">
      <w:r>
        <w:t>(</w:t>
      </w:r>
      <w:r w:rsidRPr="000D0954">
        <w:rPr>
          <w:rStyle w:val="HTMLPreformattedChar"/>
        </w:rPr>
        <w:t>##.##.Foo &lt;--&gt; ##.##.##.##.##.Foo</w:t>
      </w:r>
      <w:r w:rsidRPr="000D0954">
        <w:t>)</w:t>
      </w:r>
    </w:p>
    <w:p w:rsidR="000D0954" w:rsidRDefault="000D0954" w:rsidP="00FE3915">
      <w:pPr>
        <w:pStyle w:val="Heading2"/>
      </w:pPr>
      <w:r>
        <w:t>Sample 2 - Improvements</w:t>
      </w:r>
    </w:p>
    <w:p w:rsidR="000D0954" w:rsidRDefault="000D0954" w:rsidP="000D0954">
      <w:r>
        <w:t xml:space="preserve">Readability of the </w:t>
      </w:r>
      <w:r w:rsidRPr="00FE3915">
        <w:rPr>
          <w:rStyle w:val="HTMLPreformattedChar"/>
        </w:rPr>
        <w:t>Create*</w:t>
      </w:r>
      <w:r>
        <w:t xml:space="preserve"> stuff is significantly better now:</w:t>
      </w:r>
    </w:p>
    <w:p w:rsidR="000D0954" w:rsidRDefault="000D0954" w:rsidP="00FE3915">
      <w:pPr>
        <w:pStyle w:val="ListParagraph"/>
        <w:numPr>
          <w:ilvl w:val="0"/>
          <w:numId w:val="3"/>
        </w:numPr>
      </w:pPr>
      <w:r>
        <w:t>Every single "Create" statement has just one property per line.</w:t>
      </w:r>
    </w:p>
    <w:p w:rsidR="000D0954" w:rsidRDefault="000D0954" w:rsidP="00FE3915">
      <w:pPr>
        <w:pStyle w:val="ListParagraph"/>
        <w:numPr>
          <w:ilvl w:val="0"/>
          <w:numId w:val="3"/>
        </w:numPr>
      </w:pPr>
      <w:r>
        <w:t>Logical groups of controls go into just one "</w:t>
      </w:r>
      <w:r w:rsidRPr="00FE3915">
        <w:rPr>
          <w:rStyle w:val="HTMLPreformattedChar"/>
        </w:rPr>
        <w:t>Create{whatever}</w:t>
      </w:r>
      <w:r>
        <w:t>" function.</w:t>
      </w:r>
    </w:p>
    <w:p w:rsidR="000D0954" w:rsidRDefault="000D0954" w:rsidP="00FE3915">
      <w:pPr>
        <w:pStyle w:val="Heading2"/>
      </w:pPr>
      <w:r>
        <w:t>Sample 3 - Improvements</w:t>
      </w:r>
    </w:p>
    <w:p w:rsidR="000D0954" w:rsidRDefault="000D0954" w:rsidP="00C91258">
      <w:pPr>
        <w:pStyle w:val="ListParagraph"/>
        <w:numPr>
          <w:ilvl w:val="0"/>
          <w:numId w:val="4"/>
        </w:numPr>
      </w:pPr>
      <w:r>
        <w:t xml:space="preserve">All callback functions follow a certain naming convention: </w:t>
      </w:r>
      <w:r w:rsidRPr="00C91258">
        <w:rPr>
          <w:rStyle w:val="HTMLPreformattedChar"/>
        </w:rPr>
        <w:t>On{Object}{What}</w:t>
      </w:r>
      <w:r>
        <w:t>.</w:t>
      </w:r>
    </w:p>
    <w:p w:rsidR="000D0954" w:rsidRDefault="000D0954" w:rsidP="00C91258">
      <w:pPr>
        <w:pStyle w:val="ListParagraph"/>
        <w:numPr>
          <w:ilvl w:val="0"/>
          <w:numId w:val="4"/>
        </w:numPr>
      </w:pPr>
      <w:r>
        <w:t>The event 1234 is not hard-coded anymore.</w:t>
      </w:r>
    </w:p>
    <w:p w:rsidR="000D0954" w:rsidRDefault="000D0954" w:rsidP="00C91258">
      <w:pPr>
        <w:pStyle w:val="ListParagraph"/>
        <w:numPr>
          <w:ilvl w:val="0"/>
          <w:numId w:val="4"/>
        </w:numPr>
      </w:pPr>
      <w:r>
        <w:t>Certain callbacks are not causing trouble anymore.</w:t>
      </w:r>
    </w:p>
    <w:p w:rsidR="000D0954" w:rsidRDefault="000D0954" w:rsidP="000D0954">
      <w:r>
        <w:t>("</w:t>
      </w:r>
      <w:r w:rsidRPr="00C91258">
        <w:rPr>
          <w:rStyle w:val="HTMLPreformattedChar"/>
        </w:rPr>
        <w:t>Configure</w:t>
      </w:r>
      <w:r>
        <w:t>", "</w:t>
      </w:r>
      <w:r w:rsidRPr="00C91258">
        <w:rPr>
          <w:rStyle w:val="HTMLPreformattedChar"/>
        </w:rPr>
        <w:t>GotFocus</w:t>
      </w:r>
      <w:r>
        <w:t>", "</w:t>
      </w:r>
      <w:r w:rsidRPr="00C91258">
        <w:rPr>
          <w:rStyle w:val="HTMLPreformattedChar"/>
        </w:rPr>
        <w:t>LostFocus</w:t>
      </w:r>
      <w:r>
        <w:t>")</w:t>
      </w:r>
    </w:p>
    <w:p w:rsidR="000D0954" w:rsidRDefault="000D0954" w:rsidP="00C91258">
      <w:pPr>
        <w:pStyle w:val="Heading2"/>
      </w:pPr>
      <w:r>
        <w:t>Sample 4 - Improvements</w:t>
      </w:r>
    </w:p>
    <w:p w:rsidR="000D0954" w:rsidRDefault="000D0954" w:rsidP="00C91258">
      <w:pPr>
        <w:pStyle w:val="ListParagraph"/>
        <w:numPr>
          <w:ilvl w:val="0"/>
          <w:numId w:val="5"/>
        </w:numPr>
      </w:pPr>
      <w:r>
        <w:t>Now Refs are used rather than names.</w:t>
      </w:r>
    </w:p>
    <w:p w:rsidR="000D0954" w:rsidRDefault="000D0954" w:rsidP="00C91258">
      <w:pPr>
        <w:pStyle w:val="ListParagraph"/>
        <w:numPr>
          <w:ilvl w:val="0"/>
          <w:numId w:val="5"/>
        </w:numPr>
      </w:pPr>
      <w:r>
        <w:t>Introducing the "n" namespace.</w:t>
      </w:r>
    </w:p>
    <w:p w:rsidR="000D0954" w:rsidRDefault="000D0954" w:rsidP="00C91258">
      <w:pPr>
        <w:pStyle w:val="ListParagraph"/>
        <w:numPr>
          <w:ilvl w:val="0"/>
          <w:numId w:val="5"/>
        </w:numPr>
      </w:pPr>
      <w:r>
        <w:t>All callbacks are now dealing with refs rather than names.</w:t>
      </w:r>
    </w:p>
    <w:p w:rsidR="000D0954" w:rsidRDefault="000D0954" w:rsidP="00C91258">
      <w:pPr>
        <w:pStyle w:val="Heading2"/>
      </w:pPr>
      <w:r>
        <w:t>Sample 5 - Improvements</w:t>
      </w:r>
    </w:p>
    <w:p w:rsidR="000D0954" w:rsidRDefault="000D0954" w:rsidP="00C91258">
      <w:pPr>
        <w:pStyle w:val="ListParagraph"/>
        <w:numPr>
          <w:ilvl w:val="0"/>
          <w:numId w:val="6"/>
        </w:numPr>
      </w:pPr>
      <w:r>
        <w:t>Refs are now also used to create the controls.</w:t>
      </w:r>
    </w:p>
    <w:p w:rsidR="000D0954" w:rsidRDefault="000D0954" w:rsidP="00C91258">
      <w:pPr>
        <w:pStyle w:val="ListParagraph"/>
        <w:numPr>
          <w:ilvl w:val="0"/>
          <w:numId w:val="6"/>
        </w:numPr>
      </w:pPr>
      <w:r>
        <w:t>All "Create*" functions are grouped in their own sub namespace.</w:t>
      </w:r>
    </w:p>
    <w:p w:rsidR="000D0954" w:rsidRDefault="000D0954" w:rsidP="00C91258">
      <w:pPr>
        <w:pStyle w:val="Heading2"/>
      </w:pPr>
      <w:r>
        <w:t>Sample 6 - Changes</w:t>
      </w:r>
    </w:p>
    <w:p w:rsidR="000D0954" w:rsidRDefault="000D0954" w:rsidP="00C91258">
      <w:pPr>
        <w:pStyle w:val="ListParagraph"/>
        <w:numPr>
          <w:ilvl w:val="0"/>
          <w:numId w:val="7"/>
        </w:numPr>
      </w:pPr>
      <w:r>
        <w:t>All original controls went to a (single) tab.</w:t>
      </w:r>
    </w:p>
    <w:p w:rsidR="000D0954" w:rsidRDefault="000D0954" w:rsidP="00C91258">
      <w:pPr>
        <w:pStyle w:val="ListParagraph"/>
        <w:numPr>
          <w:ilvl w:val="0"/>
          <w:numId w:val="7"/>
        </w:numPr>
      </w:pPr>
      <w:r>
        <w:t>The "Turnover" field went into the group "Type".</w:t>
      </w:r>
    </w:p>
    <w:p w:rsidR="000D0954" w:rsidRDefault="000D0954" w:rsidP="00C91258">
      <w:pPr>
        <w:pStyle w:val="ListParagraph"/>
        <w:numPr>
          <w:ilvl w:val="0"/>
          <w:numId w:val="7"/>
        </w:numPr>
      </w:pPr>
      <w:r>
        <w:lastRenderedPageBreak/>
        <w:t>The data is now coming from a namespace G (Global).</w:t>
      </w:r>
    </w:p>
    <w:p w:rsidR="000D0954" w:rsidRDefault="000D0954" w:rsidP="00C91258">
      <w:pPr>
        <w:pStyle w:val="Heading2"/>
      </w:pPr>
      <w:r>
        <w:t>Sample 6 - Improvements</w:t>
      </w:r>
    </w:p>
    <w:p w:rsidR="000D0954" w:rsidRDefault="000D0954" w:rsidP="00C91258">
      <w:pPr>
        <w:pStyle w:val="ListParagraph"/>
        <w:numPr>
          <w:ilvl w:val="0"/>
          <w:numId w:val="8"/>
        </w:numPr>
      </w:pPr>
      <w:r>
        <w:t>Positioning is now relative rather than absolute.</w:t>
      </w:r>
    </w:p>
    <w:p w:rsidR="000D0954" w:rsidRDefault="000D0954" w:rsidP="00C91258">
      <w:pPr>
        <w:pStyle w:val="Heading2"/>
      </w:pPr>
      <w:r>
        <w:t>Sample 7 - Changes</w:t>
      </w:r>
    </w:p>
    <w:p w:rsidR="000D0954" w:rsidRDefault="000D0954" w:rsidP="00C91258">
      <w:pPr>
        <w:pStyle w:val="ListParagraph"/>
        <w:numPr>
          <w:ilvl w:val="0"/>
          <w:numId w:val="8"/>
        </w:numPr>
      </w:pPr>
      <w:r>
        <w:t>The first tab now has two "columns".</w:t>
      </w:r>
    </w:p>
    <w:p w:rsidR="000D0954" w:rsidRDefault="000D0954" w:rsidP="00C91258">
      <w:pPr>
        <w:pStyle w:val="ListParagraph"/>
        <w:numPr>
          <w:ilvl w:val="0"/>
          <w:numId w:val="8"/>
        </w:numPr>
      </w:pPr>
      <w:r>
        <w:t>There is a Notepad control available on a second tab.</w:t>
      </w:r>
    </w:p>
    <w:p w:rsidR="000D0954" w:rsidRDefault="000D0954" w:rsidP="00C91258">
      <w:pPr>
        <w:pStyle w:val="ListParagraph"/>
        <w:numPr>
          <w:ilvl w:val="0"/>
          <w:numId w:val="8"/>
        </w:numPr>
      </w:pPr>
      <w:r>
        <w:t>There is an additional field "State" when "Country" is "USA".</w:t>
      </w:r>
    </w:p>
    <w:p w:rsidR="000D0954" w:rsidRDefault="000D0954" w:rsidP="00C91258">
      <w:pPr>
        <w:pStyle w:val="Heading2"/>
      </w:pPr>
      <w:r>
        <w:t>Sample 7 - Improvements</w:t>
      </w:r>
    </w:p>
    <w:p w:rsidR="000D0954" w:rsidRDefault="000D0954" w:rsidP="00C91258">
      <w:pPr>
        <w:pStyle w:val="ListParagraph"/>
        <w:numPr>
          <w:ilvl w:val="0"/>
          <w:numId w:val="9"/>
        </w:numPr>
      </w:pPr>
      <w:r>
        <w:t>All "final" actions are now performed in "OnOK" &amp; "OnCancel"</w:t>
      </w:r>
    </w:p>
    <w:p w:rsidR="000D0954" w:rsidRDefault="000D0954" w:rsidP="00C91258">
      <w:pPr>
        <w:pStyle w:val="ListParagraph"/>
        <w:numPr>
          <w:ilvl w:val="0"/>
          <w:numId w:val="9"/>
        </w:numPr>
      </w:pPr>
      <w:r>
        <w:t>The dialog is not modal anymore and therefore testable.</w:t>
      </w:r>
    </w:p>
    <w:p w:rsidR="000D0954" w:rsidRDefault="000D0954" w:rsidP="00C91258">
      <w:pPr>
        <w:pStyle w:val="Heading2"/>
      </w:pPr>
      <w:r>
        <w:t>Sample 8 - Improvements</w:t>
      </w:r>
    </w:p>
    <w:p w:rsidR="000665C4" w:rsidRDefault="000D0954" w:rsidP="000D0954">
      <w:r>
        <w:t>The labels are now named properly: "State_Label" rather than "Label5".</w:t>
      </w:r>
    </w:p>
    <w:p w:rsidR="00C91258" w:rsidRDefault="00C91258" w:rsidP="000D0954"/>
    <w:p w:rsidR="00C91258" w:rsidRDefault="00C91258" w:rsidP="000D0954">
      <w:r>
        <w:t xml:space="preserve">The test case examples can be executed by calling </w:t>
      </w:r>
      <w:r>
        <w:t>either</w:t>
      </w:r>
      <w:r>
        <w:t xml:space="preserve"> </w:t>
      </w:r>
      <w:r>
        <w:rPr>
          <w:rStyle w:val="HTMLPreformattedChar"/>
        </w:rPr>
        <w:t>#.TestCases.</w:t>
      </w:r>
      <w:r w:rsidRPr="00C91258">
        <w:rPr>
          <w:rStyle w:val="HTMLPreformattedChar"/>
        </w:rPr>
        <w:t>RunBatchTests</w:t>
      </w:r>
      <w:r>
        <w:t xml:space="preserve"> or </w:t>
      </w:r>
      <w:r w:rsidRPr="00C91258">
        <w:rPr>
          <w:rStyle w:val="HTMLPreformattedChar"/>
        </w:rPr>
        <w:t>#.TestCases</w:t>
      </w:r>
      <w:r>
        <w:rPr>
          <w:rStyle w:val="HTMLPreformattedChar"/>
        </w:rPr>
        <w:t>.</w:t>
      </w:r>
      <w:r w:rsidRPr="00C91258">
        <w:rPr>
          <w:rStyle w:val="HTMLPreformattedChar"/>
        </w:rPr>
        <w:t>RunDebug</w:t>
      </w:r>
      <w:r>
        <w:t xml:space="preserve">. While the first one uses error trapping and delivers just a zero for Okay or a 1 for failure the second one does not use error trapping at all and </w:t>
      </w:r>
      <w:r>
        <w:t xml:space="preserve">stops </w:t>
      </w:r>
      <w:r>
        <w:t>on any unexpected result which is good for investigating problems.</w:t>
      </w:r>
      <w:bookmarkStart w:id="0" w:name="_GoBack"/>
      <w:bookmarkEnd w:id="0"/>
    </w:p>
    <w:sectPr w:rsidR="00C912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1102"/>
    <w:multiLevelType w:val="hybridMultilevel"/>
    <w:tmpl w:val="445A7D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24373"/>
    <w:multiLevelType w:val="hybridMultilevel"/>
    <w:tmpl w:val="5B5C32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E35B0"/>
    <w:multiLevelType w:val="hybridMultilevel"/>
    <w:tmpl w:val="E0A220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50F46"/>
    <w:multiLevelType w:val="hybridMultilevel"/>
    <w:tmpl w:val="6B4CB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7B651D"/>
    <w:multiLevelType w:val="hybridMultilevel"/>
    <w:tmpl w:val="C5BEC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51F7B"/>
    <w:multiLevelType w:val="hybridMultilevel"/>
    <w:tmpl w:val="B82AA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B44774"/>
    <w:multiLevelType w:val="hybridMultilevel"/>
    <w:tmpl w:val="D57A4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00E6B"/>
    <w:multiLevelType w:val="hybridMultilevel"/>
    <w:tmpl w:val="B9B28A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A45B8D"/>
    <w:multiLevelType w:val="hybridMultilevel"/>
    <w:tmpl w:val="F5F07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954"/>
    <w:rsid w:val="000665C4"/>
    <w:rsid w:val="000D0954"/>
    <w:rsid w:val="00C91258"/>
    <w:rsid w:val="00FE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09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09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0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D09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D095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0D095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D0954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09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09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0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D09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D095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0D095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D095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65F73A28.dotm</Template>
  <TotalTime>8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Kai</cp:lastModifiedBy>
  <cp:revision>3</cp:revision>
  <dcterms:created xsi:type="dcterms:W3CDTF">2012-10-22T12:12:00Z</dcterms:created>
  <dcterms:modified xsi:type="dcterms:W3CDTF">2012-10-22T12:20:00Z</dcterms:modified>
</cp:coreProperties>
</file>